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086"/>
        <w:gridCol w:w="1116"/>
        <w:gridCol w:w="1156"/>
        <w:gridCol w:w="1349"/>
      </w:tblGrid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F7392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47575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Α16-</w:t>
            </w:r>
            <w:r w:rsidR="00475756" w:rsidRPr="0047575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Ο2.Ε08 </w:t>
            </w:r>
            <w:r w:rsidR="004E63BF" w:rsidRPr="004E63B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A30A4C" w:rsidRPr="00A30A4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Ταμπλέτα Τύπου 01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9735EA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086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A30A4C" w:rsidRPr="00DF25B3" w:rsidTr="008C7E98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Οθόνη</w:t>
            </w:r>
            <w:proofErr w:type="spellEnd"/>
            <w:r w:rsidRPr="00A8070F">
              <w:rPr>
                <w:lang w:val="en-GB"/>
              </w:rPr>
              <w:t xml:space="preserve">: Liquid Retina, Multi Touch, </w:t>
            </w:r>
            <w:proofErr w:type="spellStart"/>
            <w:r w:rsidRPr="00A8070F">
              <w:rPr>
                <w:lang w:val="en-GB"/>
              </w:rPr>
              <w:t>με</w:t>
            </w:r>
            <w:proofErr w:type="spellEnd"/>
            <w:r w:rsidRPr="00A8070F">
              <w:rPr>
                <w:lang w:val="en-GB"/>
              </w:rPr>
              <w:t xml:space="preserve"> οπ</w:t>
            </w:r>
            <w:proofErr w:type="spellStart"/>
            <w:r w:rsidRPr="00A8070F">
              <w:rPr>
                <w:lang w:val="en-GB"/>
              </w:rPr>
              <w:t>ίσθιο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φωτισμό</w:t>
            </w:r>
            <w:proofErr w:type="spellEnd"/>
            <w:r w:rsidRPr="00A8070F">
              <w:rPr>
                <w:lang w:val="en-GB"/>
              </w:rPr>
              <w:t xml:space="preserve"> LED, True Tone, </w:t>
            </w:r>
            <w:proofErr w:type="spellStart"/>
            <w:r w:rsidRPr="00A8070F">
              <w:rPr>
                <w:lang w:val="en-GB"/>
              </w:rPr>
              <w:t>Ελ</w:t>
            </w:r>
            <w:proofErr w:type="spellEnd"/>
            <w:r w:rsidRPr="00A8070F">
              <w:rPr>
                <w:lang w:val="en-GB"/>
              </w:rPr>
              <w:t>αιοφοβική επ</w:t>
            </w:r>
            <w:proofErr w:type="spellStart"/>
            <w:r w:rsidRPr="00A8070F">
              <w:rPr>
                <w:lang w:val="en-GB"/>
              </w:rPr>
              <w:t>ίστρωση</w:t>
            </w:r>
            <w:proofErr w:type="spellEnd"/>
          </w:p>
        </w:tc>
        <w:tc>
          <w:tcPr>
            <w:tcW w:w="1116" w:type="dxa"/>
            <w:vAlign w:val="center"/>
          </w:tcPr>
          <w:p w:rsidR="00A30A4C" w:rsidRPr="00432CD9" w:rsidRDefault="00A30A4C" w:rsidP="00A30A4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</w:tr>
      <w:tr w:rsidR="00A30A4C" w:rsidRPr="00DF25B3" w:rsidTr="008C7E98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Μέγεθος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Οθόνης</w:t>
            </w:r>
            <w:proofErr w:type="spellEnd"/>
            <w:r w:rsidRPr="00A8070F">
              <w:rPr>
                <w:lang w:val="en-GB"/>
              </w:rPr>
              <w:t>: 11"</w:t>
            </w:r>
          </w:p>
        </w:tc>
        <w:tc>
          <w:tcPr>
            <w:tcW w:w="1116" w:type="dxa"/>
            <w:vAlign w:val="center"/>
          </w:tcPr>
          <w:p w:rsidR="00A30A4C" w:rsidRPr="00432CD9" w:rsidRDefault="00A30A4C" w:rsidP="00A30A4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</w:tr>
      <w:tr w:rsidR="00A30A4C" w:rsidRPr="00DF25B3" w:rsidTr="008C7E98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A4C" w:rsidRPr="00A8070F" w:rsidRDefault="00A30A4C" w:rsidP="00A30A4C">
            <w:r w:rsidRPr="00A8070F">
              <w:t xml:space="preserve">Ανάλυση Οθόνης:  2360 </w:t>
            </w:r>
            <w:r w:rsidRPr="00A8070F">
              <w:rPr>
                <w:lang w:val="en-GB"/>
              </w:rPr>
              <w:t>x</w:t>
            </w:r>
            <w:r w:rsidRPr="00A8070F">
              <w:t xml:space="preserve"> 1640 </w:t>
            </w:r>
            <w:r w:rsidRPr="00A8070F">
              <w:rPr>
                <w:lang w:val="en-GB"/>
              </w:rPr>
              <w:t>pixels</w:t>
            </w:r>
            <w:r w:rsidRPr="00A8070F">
              <w:t xml:space="preserve"> με πυκνότητα 264 </w:t>
            </w:r>
            <w:r w:rsidRPr="00A8070F">
              <w:rPr>
                <w:lang w:val="en-GB"/>
              </w:rPr>
              <w:t>pixel</w:t>
            </w:r>
            <w:r w:rsidRPr="00A8070F">
              <w:t xml:space="preserve"> ανά ίντσα ( </w:t>
            </w:r>
            <w:proofErr w:type="spellStart"/>
            <w:r w:rsidRPr="00A8070F">
              <w:rPr>
                <w:lang w:val="en-GB"/>
              </w:rPr>
              <w:t>ppi</w:t>
            </w:r>
            <w:proofErr w:type="spellEnd"/>
            <w:r w:rsidRPr="00A8070F">
              <w:t>)</w:t>
            </w:r>
          </w:p>
        </w:tc>
        <w:tc>
          <w:tcPr>
            <w:tcW w:w="1116" w:type="dxa"/>
            <w:vAlign w:val="center"/>
          </w:tcPr>
          <w:p w:rsidR="00A30A4C" w:rsidRPr="00432CD9" w:rsidRDefault="00A30A4C" w:rsidP="00A30A4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</w:tr>
      <w:tr w:rsidR="00A30A4C" w:rsidRPr="00DF25B3" w:rsidTr="008C7E98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A4C" w:rsidRPr="00A8070F" w:rsidRDefault="00A30A4C" w:rsidP="00A30A4C">
            <w:r w:rsidRPr="00A8070F">
              <w:t xml:space="preserve">ΕΠΕΞΕΡΓΑΣΤΗΣ: 8-πύρηνη </w:t>
            </w:r>
            <w:r w:rsidRPr="00A8070F">
              <w:rPr>
                <w:lang w:val="en-GB"/>
              </w:rPr>
              <w:t>CPU</w:t>
            </w:r>
            <w:r>
              <w:t xml:space="preserve"> με 4 πυρήνες υψηλών επιδόσεων και 4 πυρήνες απο</w:t>
            </w:r>
            <w:r w:rsidRPr="00A8070F">
              <w:t>δοτικότητας</w:t>
            </w:r>
          </w:p>
        </w:tc>
        <w:tc>
          <w:tcPr>
            <w:tcW w:w="1116" w:type="dxa"/>
            <w:vAlign w:val="center"/>
          </w:tcPr>
          <w:p w:rsidR="00A30A4C" w:rsidRPr="00432CD9" w:rsidRDefault="00A30A4C" w:rsidP="00A30A4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</w:tr>
      <w:tr w:rsidR="00A30A4C" w:rsidRPr="00DF25B3" w:rsidTr="008C7E98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ΕΠΕΞΕΡΓΑΣΤΗΣ: 9-π</w:t>
            </w:r>
            <w:proofErr w:type="spellStart"/>
            <w:r w:rsidRPr="00A8070F">
              <w:rPr>
                <w:lang w:val="en-GB"/>
              </w:rPr>
              <w:t>ύρηνη</w:t>
            </w:r>
            <w:proofErr w:type="spellEnd"/>
            <w:r w:rsidRPr="00A8070F">
              <w:rPr>
                <w:lang w:val="en-GB"/>
              </w:rPr>
              <w:t xml:space="preserve"> GPU</w:t>
            </w:r>
          </w:p>
        </w:tc>
        <w:tc>
          <w:tcPr>
            <w:tcW w:w="1116" w:type="dxa"/>
            <w:vAlign w:val="center"/>
          </w:tcPr>
          <w:p w:rsidR="00A30A4C" w:rsidRPr="00432CD9" w:rsidRDefault="00A30A4C" w:rsidP="00A30A4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</w:tr>
      <w:tr w:rsidR="00A30A4C" w:rsidRPr="00DF25B3" w:rsidTr="008C7E98">
        <w:trPr>
          <w:trHeight w:val="43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ΕΠΕΞΕΡΓΑΣΤΗΣ: 16-π</w:t>
            </w:r>
            <w:proofErr w:type="spellStart"/>
            <w:r w:rsidRPr="00A8070F">
              <w:rPr>
                <w:lang w:val="en-GB"/>
              </w:rPr>
              <w:t>ύρηνη</w:t>
            </w:r>
            <w:proofErr w:type="spellEnd"/>
            <w:r w:rsidRPr="00A8070F">
              <w:rPr>
                <w:lang w:val="en-GB"/>
              </w:rPr>
              <w:t xml:space="preserve"> Neural Engine</w:t>
            </w:r>
          </w:p>
        </w:tc>
        <w:tc>
          <w:tcPr>
            <w:tcW w:w="1116" w:type="dxa"/>
            <w:vAlign w:val="center"/>
          </w:tcPr>
          <w:p w:rsidR="00A30A4C" w:rsidRPr="00432CD9" w:rsidRDefault="00A30A4C" w:rsidP="00A30A4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</w:tr>
      <w:tr w:rsidR="00A30A4C" w:rsidRPr="00EF62A6" w:rsidTr="008C7E98">
        <w:trPr>
          <w:trHeight w:val="41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ΕΠΕΞΕΡΓΑΣΤΗΣ: 8GB RAM</w:t>
            </w:r>
          </w:p>
        </w:tc>
        <w:tc>
          <w:tcPr>
            <w:tcW w:w="1116" w:type="dxa"/>
            <w:vAlign w:val="center"/>
          </w:tcPr>
          <w:p w:rsidR="00A30A4C" w:rsidRPr="00432CD9" w:rsidRDefault="00A30A4C" w:rsidP="00A30A4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</w:tr>
      <w:tr w:rsidR="00A30A4C" w:rsidRPr="00DF25B3" w:rsidTr="008C7E98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Μνήμη</w:t>
            </w:r>
            <w:proofErr w:type="spellEnd"/>
            <w:r w:rsidRPr="00A8070F">
              <w:rPr>
                <w:lang w:val="en-GB"/>
              </w:rPr>
              <w:t xml:space="preserve"> RAM: </w:t>
            </w:r>
            <w:proofErr w:type="spellStart"/>
            <w:r w:rsidRPr="00A8070F">
              <w:rPr>
                <w:lang w:val="en-GB"/>
              </w:rPr>
              <w:t>τουλάχιστον</w:t>
            </w:r>
            <w:proofErr w:type="spellEnd"/>
            <w:r w:rsidRPr="00A8070F">
              <w:rPr>
                <w:lang w:val="en-GB"/>
              </w:rPr>
              <w:t xml:space="preserve"> 512GB</w:t>
            </w:r>
          </w:p>
        </w:tc>
        <w:tc>
          <w:tcPr>
            <w:tcW w:w="1116" w:type="dxa"/>
            <w:vAlign w:val="center"/>
          </w:tcPr>
          <w:p w:rsidR="00A30A4C" w:rsidRPr="00432CD9" w:rsidRDefault="00A30A4C" w:rsidP="00A30A4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</w:tr>
      <w:tr w:rsidR="00A30A4C" w:rsidRPr="00DF25B3" w:rsidTr="008C7E98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A4C" w:rsidRPr="00A8070F" w:rsidRDefault="00A30A4C" w:rsidP="00A30A4C">
            <w:r w:rsidRPr="00A8070F">
              <w:t xml:space="preserve">Μπαταρία: ενσωματωμένη επαναφορτιζόμενη μπαταρία πολυμερών </w:t>
            </w:r>
            <w:proofErr w:type="spellStart"/>
            <w:r w:rsidRPr="00A8070F">
              <w:t>λιθίου</w:t>
            </w:r>
            <w:proofErr w:type="spellEnd"/>
          </w:p>
        </w:tc>
        <w:tc>
          <w:tcPr>
            <w:tcW w:w="1116" w:type="dxa"/>
            <w:vAlign w:val="center"/>
          </w:tcPr>
          <w:p w:rsidR="00A30A4C" w:rsidRPr="00432CD9" w:rsidRDefault="00A30A4C" w:rsidP="00A30A4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</w:tr>
      <w:tr w:rsidR="00A30A4C" w:rsidRPr="00DF25B3" w:rsidTr="008C7E98">
        <w:trPr>
          <w:trHeight w:val="434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10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A4C" w:rsidRPr="00A8070F" w:rsidRDefault="00A30A4C" w:rsidP="00A30A4C">
            <w:r w:rsidRPr="00A8070F">
              <w:t xml:space="preserve">Κάμερα 122 μοιρών οριζόντιου προσανατολισμού </w:t>
            </w:r>
            <w:r w:rsidRPr="00A8070F">
              <w:rPr>
                <w:lang w:val="en-GB"/>
              </w:rPr>
              <w:t>FaceTime</w:t>
            </w:r>
            <w:r w:rsidRPr="00A8070F">
              <w:t xml:space="preserve"> </w:t>
            </w:r>
            <w:r w:rsidRPr="00A8070F">
              <w:rPr>
                <w:lang w:val="en-GB"/>
              </w:rPr>
              <w:t>HD</w:t>
            </w:r>
            <w:r w:rsidRPr="00A8070F">
              <w:t xml:space="preserve"> 12 </w:t>
            </w:r>
            <w:r w:rsidRPr="00A8070F">
              <w:rPr>
                <w:lang w:val="en-GB"/>
              </w:rPr>
              <w:t>MP</w:t>
            </w:r>
            <w:r w:rsidRPr="00A8070F">
              <w:t xml:space="preserve"> με </w:t>
            </w:r>
            <w:proofErr w:type="spellStart"/>
            <w:r w:rsidRPr="00A8070F">
              <w:t>υπερευρυγώνιο</w:t>
            </w:r>
            <w:proofErr w:type="spellEnd"/>
            <w:r w:rsidRPr="00A8070F">
              <w:t xml:space="preserve"> φακό</w:t>
            </w:r>
          </w:p>
        </w:tc>
        <w:tc>
          <w:tcPr>
            <w:tcW w:w="1116" w:type="dxa"/>
            <w:vAlign w:val="center"/>
          </w:tcPr>
          <w:p w:rsidR="00A30A4C" w:rsidRPr="00432CD9" w:rsidRDefault="00A30A4C" w:rsidP="00A30A4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</w:tr>
      <w:tr w:rsidR="00A30A4C" w:rsidRPr="00DF25B3" w:rsidTr="008C7E98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11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A4C" w:rsidRPr="00A8070F" w:rsidRDefault="00A30A4C" w:rsidP="00A30A4C">
            <w:r w:rsidRPr="00A8070F">
              <w:t xml:space="preserve">Συνδεσιμότητα: </w:t>
            </w:r>
            <w:proofErr w:type="spellStart"/>
            <w:r w:rsidRPr="00A8070F">
              <w:rPr>
                <w:lang w:val="en-GB"/>
              </w:rPr>
              <w:t>WiFi</w:t>
            </w:r>
            <w:proofErr w:type="spellEnd"/>
            <w:r w:rsidRPr="00A8070F">
              <w:t xml:space="preserve"> 6Ε (802.11 </w:t>
            </w:r>
            <w:proofErr w:type="spellStart"/>
            <w:r w:rsidRPr="00A8070F">
              <w:rPr>
                <w:lang w:val="en-GB"/>
              </w:rPr>
              <w:t>ax</w:t>
            </w:r>
            <w:proofErr w:type="spellEnd"/>
            <w:r w:rsidRPr="00A8070F">
              <w:t>) με 2</w:t>
            </w:r>
            <w:r w:rsidRPr="00A8070F">
              <w:rPr>
                <w:lang w:val="en-GB"/>
              </w:rPr>
              <w:t>x</w:t>
            </w:r>
            <w:r w:rsidRPr="00A8070F">
              <w:t xml:space="preserve">2 </w:t>
            </w:r>
            <w:r w:rsidRPr="00A8070F">
              <w:rPr>
                <w:lang w:val="en-GB"/>
              </w:rPr>
              <w:t>MIMO</w:t>
            </w:r>
          </w:p>
        </w:tc>
        <w:tc>
          <w:tcPr>
            <w:tcW w:w="1116" w:type="dxa"/>
            <w:vAlign w:val="center"/>
          </w:tcPr>
          <w:p w:rsidR="00A30A4C" w:rsidRPr="00432CD9" w:rsidRDefault="00A30A4C" w:rsidP="00A30A4C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A30A4C" w:rsidRPr="00432CD9" w:rsidRDefault="00A30A4C" w:rsidP="00A30A4C">
            <w:r w:rsidRPr="00432CD9">
              <w:t xml:space="preserve"> </w:t>
            </w:r>
          </w:p>
        </w:tc>
      </w:tr>
      <w:tr w:rsidR="00A30A4C" w:rsidRPr="00A8070F" w:rsidTr="008C7E98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12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Συνδεσιμότητ</w:t>
            </w:r>
            <w:proofErr w:type="spellEnd"/>
            <w:r w:rsidRPr="00A8070F">
              <w:rPr>
                <w:lang w:val="en-GB"/>
              </w:rPr>
              <w:t>α: USB-C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4C" w:rsidRPr="008040B9" w:rsidRDefault="00A30A4C" w:rsidP="00A30A4C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A4C" w:rsidRPr="008040B9" w:rsidRDefault="00A30A4C" w:rsidP="00A30A4C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A4C" w:rsidRPr="008040B9" w:rsidRDefault="00A30A4C" w:rsidP="00A30A4C">
            <w:r w:rsidRPr="008040B9">
              <w:t> </w:t>
            </w:r>
          </w:p>
        </w:tc>
      </w:tr>
      <w:tr w:rsidR="00A30A4C" w:rsidRPr="00A8070F" w:rsidTr="008C7E98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13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0A4C" w:rsidRPr="00A8070F" w:rsidRDefault="00A30A4C" w:rsidP="00A30A4C">
            <w:pPr>
              <w:rPr>
                <w:lang w:val="en-GB"/>
              </w:rPr>
            </w:pPr>
            <w:r w:rsidRPr="00A8070F">
              <w:rPr>
                <w:lang w:val="en-GB"/>
              </w:rPr>
              <w:t>Να υπ</w:t>
            </w:r>
            <w:proofErr w:type="spellStart"/>
            <w:r w:rsidRPr="00A8070F">
              <w:rPr>
                <w:lang w:val="en-GB"/>
              </w:rPr>
              <w:t>οστηρίζει</w:t>
            </w:r>
            <w:proofErr w:type="spellEnd"/>
            <w:r w:rsidRPr="00A8070F">
              <w:rPr>
                <w:lang w:val="en-GB"/>
              </w:rPr>
              <w:t xml:space="preserve">  Tablet Pencil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0A4C" w:rsidRPr="008040B9" w:rsidRDefault="00A30A4C" w:rsidP="00A30A4C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A4C" w:rsidRPr="008040B9" w:rsidRDefault="00A30A4C" w:rsidP="00A30A4C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0A4C" w:rsidRPr="008040B9" w:rsidRDefault="00A30A4C" w:rsidP="00A30A4C">
            <w:r w:rsidRPr="008040B9">
              <w:t> </w:t>
            </w:r>
          </w:p>
        </w:tc>
      </w:tr>
    </w:tbl>
    <w:p w:rsidR="00EB2777" w:rsidRDefault="00EB2777" w:rsidP="008040B9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85D15"/>
    <w:rsid w:val="00185E48"/>
    <w:rsid w:val="001E6292"/>
    <w:rsid w:val="00250C6D"/>
    <w:rsid w:val="00343475"/>
    <w:rsid w:val="003E5046"/>
    <w:rsid w:val="00406FB0"/>
    <w:rsid w:val="00475756"/>
    <w:rsid w:val="004B2EA7"/>
    <w:rsid w:val="004E63BF"/>
    <w:rsid w:val="00524A15"/>
    <w:rsid w:val="005552FE"/>
    <w:rsid w:val="00591317"/>
    <w:rsid w:val="00592D2F"/>
    <w:rsid w:val="006C353C"/>
    <w:rsid w:val="007420FC"/>
    <w:rsid w:val="008040B9"/>
    <w:rsid w:val="009735EA"/>
    <w:rsid w:val="009809F1"/>
    <w:rsid w:val="00997F72"/>
    <w:rsid w:val="00A30A4C"/>
    <w:rsid w:val="00A40B4A"/>
    <w:rsid w:val="00B317A9"/>
    <w:rsid w:val="00B330EB"/>
    <w:rsid w:val="00C65E37"/>
    <w:rsid w:val="00C8287A"/>
    <w:rsid w:val="00E50C36"/>
    <w:rsid w:val="00E56EDD"/>
    <w:rsid w:val="00E57686"/>
    <w:rsid w:val="00EB2777"/>
    <w:rsid w:val="00F41BA0"/>
    <w:rsid w:val="00F7392F"/>
    <w:rsid w:val="00F7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1A861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1</TotalTime>
  <Pages>1</Pages>
  <Words>137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2025-09-10T07:06:00Z</dcterms:created>
  <dcterms:modified xsi:type="dcterms:W3CDTF">2025-09-10T11:25:00Z</dcterms:modified>
</cp:coreProperties>
</file>